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0348ED" w:rsidRPr="00AA2626" w14:paraId="0C775600" w14:textId="77777777" w:rsidTr="00050DA7">
        <w:tc>
          <w:tcPr>
            <w:tcW w:w="4428" w:type="dxa"/>
          </w:tcPr>
          <w:p w14:paraId="3AE2C39F" w14:textId="0C69CEAA" w:rsidR="000348ED" w:rsidRPr="00B90AB3" w:rsidRDefault="005D05AC" w:rsidP="002B0236">
            <w:r w:rsidRPr="00B90AB3">
              <w:t>From:</w:t>
            </w:r>
            <w:r w:rsidRPr="00B90AB3">
              <w:tab/>
            </w:r>
            <w:r w:rsidR="001F1EB4">
              <w:t>ARM Committee</w:t>
            </w:r>
          </w:p>
        </w:tc>
        <w:tc>
          <w:tcPr>
            <w:tcW w:w="5461" w:type="dxa"/>
          </w:tcPr>
          <w:p w14:paraId="3A675B6E" w14:textId="3D1D5EE7" w:rsidR="008269F0" w:rsidRDefault="008269F0" w:rsidP="001F1EB4">
            <w:pPr>
              <w:jc w:val="right"/>
            </w:pPr>
            <w:r>
              <w:t>PAP56-2.22.1</w:t>
            </w:r>
          </w:p>
          <w:p w14:paraId="29A387C7" w14:textId="552D7A23" w:rsidR="001F1EB4" w:rsidRPr="004D2EF7" w:rsidRDefault="008269F0" w:rsidP="001F1EB4">
            <w:pPr>
              <w:jc w:val="right"/>
            </w:pPr>
            <w:r>
              <w:t>(</w:t>
            </w:r>
            <w:r w:rsidR="004D2EF7" w:rsidRPr="004D2EF7">
              <w:t>ARM1</w:t>
            </w:r>
            <w:r w:rsidR="001F1EB4">
              <w:t>9-</w:t>
            </w:r>
            <w:r w:rsidR="0052433B">
              <w:t>11.3.3</w:t>
            </w:r>
            <w:r>
              <w:t>)</w:t>
            </w:r>
          </w:p>
          <w:p w14:paraId="287786B3" w14:textId="02111B86" w:rsidR="000348ED" w:rsidRPr="004D2EF7" w:rsidRDefault="000348ED" w:rsidP="008269F0">
            <w:pPr>
              <w:jc w:val="center"/>
            </w:pPr>
          </w:p>
        </w:tc>
      </w:tr>
      <w:tr w:rsidR="000348ED" w:rsidRPr="00AA2626" w14:paraId="4A1914C2" w14:textId="77777777" w:rsidTr="00050DA7">
        <w:tc>
          <w:tcPr>
            <w:tcW w:w="4428" w:type="dxa"/>
          </w:tcPr>
          <w:p w14:paraId="592AF0BA" w14:textId="57B67CCF" w:rsidR="000348ED" w:rsidRPr="00B90AB3" w:rsidRDefault="005D05AC" w:rsidP="002B0236">
            <w:r w:rsidRPr="00B90AB3">
              <w:t>To:</w:t>
            </w:r>
            <w:r w:rsidRPr="00B90AB3">
              <w:tab/>
            </w:r>
            <w:r w:rsidR="00D31AFE">
              <w:t>DTEC</w:t>
            </w:r>
            <w:r w:rsidR="001F1EB4">
              <w:t xml:space="preserve"> Committee</w:t>
            </w:r>
            <w:r w:rsidR="00D31AFE">
              <w:t xml:space="preserve"> and PAP</w:t>
            </w:r>
          </w:p>
        </w:tc>
        <w:tc>
          <w:tcPr>
            <w:tcW w:w="5461" w:type="dxa"/>
          </w:tcPr>
          <w:p w14:paraId="5F61E849" w14:textId="2367223C" w:rsidR="000348ED" w:rsidRPr="004D2EF7" w:rsidRDefault="001F1EB4" w:rsidP="008F4DC3">
            <w:pPr>
              <w:jc w:val="right"/>
            </w:pPr>
            <w:r>
              <w:t>11 Oct 24</w:t>
            </w:r>
          </w:p>
        </w:tc>
      </w:tr>
    </w:tbl>
    <w:p w14:paraId="276D3DE7" w14:textId="599AA835" w:rsidR="000D70AE" w:rsidRDefault="00AA2626" w:rsidP="004D2EF7">
      <w:pPr>
        <w:pStyle w:val="Title"/>
      </w:pPr>
      <w:r>
        <w:t>LIAISON NOTE</w:t>
      </w:r>
    </w:p>
    <w:p w14:paraId="17C450C2" w14:textId="78CB79A8" w:rsidR="002A78C0" w:rsidRPr="00451D2A" w:rsidRDefault="00D31AFE" w:rsidP="002A78C0">
      <w:pPr>
        <w:pStyle w:val="Title"/>
        <w:rPr>
          <w:rFonts w:eastAsia="Batang"/>
        </w:rPr>
      </w:pPr>
      <w:r>
        <w:t>P</w:t>
      </w:r>
      <w:r>
        <w:rPr>
          <w:rFonts w:eastAsia="MS Mincho" w:hint="eastAsia"/>
          <w:lang w:eastAsia="ja-JP"/>
        </w:rPr>
        <w:t>roduct specification</w:t>
      </w:r>
      <w:r>
        <w:rPr>
          <w:rFonts w:eastAsia="MS Mincho"/>
          <w:lang w:eastAsia="ja-JP"/>
        </w:rPr>
        <w:t>s</w:t>
      </w:r>
      <w:r>
        <w:rPr>
          <w:rFonts w:eastAsia="MS Mincho" w:hint="eastAsia"/>
          <w:lang w:eastAsia="ja-JP"/>
        </w:rPr>
        <w:t xml:space="preserve"> for </w:t>
      </w:r>
      <w:r>
        <w:rPr>
          <w:rFonts w:eastAsia="MS Mincho"/>
          <w:lang w:eastAsia="ja-JP"/>
        </w:rPr>
        <w:t>S-200 based ASM</w:t>
      </w:r>
    </w:p>
    <w:p w14:paraId="3A607DE3" w14:textId="77777777" w:rsidR="0064435F" w:rsidRPr="00AA2626" w:rsidRDefault="008E7A45" w:rsidP="002B0236">
      <w:pPr>
        <w:pStyle w:val="Heading1"/>
      </w:pPr>
      <w:r w:rsidRPr="00AA2626">
        <w:t>INTRODUCTION</w:t>
      </w:r>
    </w:p>
    <w:p w14:paraId="191D667B" w14:textId="22C339FE" w:rsidR="002A78C0" w:rsidRDefault="002A78C0" w:rsidP="002A78C0">
      <w:pPr>
        <w:pStyle w:val="BodyText"/>
      </w:pPr>
      <w:r>
        <w:t xml:space="preserve">The ARM Committee has received and </w:t>
      </w:r>
      <w:r w:rsidR="00D31AFE">
        <w:t xml:space="preserve">discussed the Liaison note </w:t>
      </w:r>
      <w:r>
        <w:t>(</w:t>
      </w:r>
      <w:r w:rsidR="00D31AFE">
        <w:t>ARM19-8.4.5</w:t>
      </w:r>
      <w:r>
        <w:t xml:space="preserve">) from the </w:t>
      </w:r>
      <w:r w:rsidR="00D31AFE">
        <w:t>DTEC</w:t>
      </w:r>
      <w:r>
        <w:t xml:space="preserve"> Committee</w:t>
      </w:r>
      <w:r w:rsidR="00D31AFE">
        <w:t>.</w:t>
      </w:r>
      <w:r>
        <w:t xml:space="preserve"> </w:t>
      </w:r>
    </w:p>
    <w:p w14:paraId="3EBE8A41" w14:textId="0FAE01F0" w:rsidR="002A78C0" w:rsidRDefault="002A78C0" w:rsidP="002A78C0">
      <w:pPr>
        <w:pStyle w:val="BodyText"/>
      </w:pPr>
      <w:r>
        <w:t xml:space="preserve">The input was noted and discussed as part of the </w:t>
      </w:r>
      <w:r w:rsidR="005F4B4E">
        <w:t>w</w:t>
      </w:r>
      <w:r w:rsidR="00D31AFE">
        <w:t>ork</w:t>
      </w:r>
      <w:r w:rsidR="005F4B4E">
        <w:t xml:space="preserve">ing </w:t>
      </w:r>
      <w:r w:rsidR="00D31AFE">
        <w:t>gr</w:t>
      </w:r>
      <w:r>
        <w:t>oup discussions</w:t>
      </w:r>
      <w:r w:rsidR="00D31AFE">
        <w:t>.</w:t>
      </w:r>
    </w:p>
    <w:p w14:paraId="00904E16" w14:textId="318FED26" w:rsidR="00812492" w:rsidRDefault="00812492" w:rsidP="00812492">
      <w:pPr>
        <w:pStyle w:val="Heading1"/>
        <w:tabs>
          <w:tab w:val="clear" w:pos="432"/>
        </w:tabs>
        <w:ind w:left="567" w:hanging="567"/>
      </w:pPr>
      <w:r w:rsidRPr="00EA7570">
        <w:t>DISCUSSION</w:t>
      </w:r>
    </w:p>
    <w:p w14:paraId="711139F2" w14:textId="0D9A8EAF" w:rsidR="00D31AFE" w:rsidRDefault="002A78C0" w:rsidP="008269F0">
      <w:pPr>
        <w:pStyle w:val="Default"/>
        <w:jc w:val="both"/>
        <w:rPr>
          <w:sz w:val="22"/>
          <w:szCs w:val="22"/>
          <w:lang w:val="en-GB"/>
        </w:rPr>
      </w:pPr>
      <w:r w:rsidRPr="72837A77">
        <w:rPr>
          <w:sz w:val="22"/>
          <w:szCs w:val="22"/>
          <w:lang w:val="en-GB"/>
        </w:rPr>
        <w:t xml:space="preserve">The input was </w:t>
      </w:r>
      <w:r w:rsidR="65C803D2" w:rsidRPr="72837A77">
        <w:rPr>
          <w:sz w:val="22"/>
          <w:szCs w:val="22"/>
          <w:lang w:val="en-GB"/>
        </w:rPr>
        <w:t xml:space="preserve">discussed, </w:t>
      </w:r>
      <w:r w:rsidR="00D31AFE" w:rsidRPr="72837A77">
        <w:rPr>
          <w:sz w:val="22"/>
          <w:szCs w:val="22"/>
          <w:lang w:val="en-GB"/>
        </w:rPr>
        <w:t xml:space="preserve">and it is the view of the ARM committee that there is a need for the S-230 product specifications. This was concluded based on a use case which was discussed in working group 2. </w:t>
      </w:r>
      <w:r w:rsidR="719D6F4D" w:rsidRPr="72837A77">
        <w:rPr>
          <w:sz w:val="22"/>
          <w:szCs w:val="22"/>
          <w:lang w:val="en-GB"/>
        </w:rPr>
        <w:t xml:space="preserve">The use case </w:t>
      </w:r>
      <w:r w:rsidR="78749A27" w:rsidRPr="72837A77">
        <w:rPr>
          <w:sz w:val="22"/>
          <w:szCs w:val="22"/>
          <w:lang w:val="en-GB"/>
        </w:rPr>
        <w:t>is on</w:t>
      </w:r>
      <w:r w:rsidR="719D6F4D" w:rsidRPr="72837A77">
        <w:rPr>
          <w:sz w:val="22"/>
          <w:szCs w:val="22"/>
          <w:lang w:val="en-GB"/>
        </w:rPr>
        <w:t xml:space="preserve"> the </w:t>
      </w:r>
      <w:r w:rsidR="3CB977A5" w:rsidRPr="72837A77">
        <w:rPr>
          <w:sz w:val="22"/>
          <w:szCs w:val="22"/>
          <w:lang w:val="en-GB"/>
        </w:rPr>
        <w:t>discovery</w:t>
      </w:r>
      <w:r w:rsidR="719D6F4D" w:rsidRPr="72837A77">
        <w:rPr>
          <w:sz w:val="22"/>
          <w:szCs w:val="22"/>
          <w:lang w:val="en-GB"/>
        </w:rPr>
        <w:t xml:space="preserve"> of </w:t>
      </w:r>
      <w:r w:rsidR="2BBEBF55" w:rsidRPr="72837A77">
        <w:rPr>
          <w:sz w:val="22"/>
          <w:szCs w:val="22"/>
          <w:lang w:val="en-GB"/>
        </w:rPr>
        <w:t>application specific messages</w:t>
      </w:r>
      <w:r w:rsidR="719D6F4D" w:rsidRPr="72837A77">
        <w:rPr>
          <w:sz w:val="22"/>
          <w:szCs w:val="22"/>
          <w:lang w:val="en-GB"/>
        </w:rPr>
        <w:t xml:space="preserve"> during the route planning phase of a voyage such as bridge clearance and </w:t>
      </w:r>
      <w:r w:rsidR="635DBC93" w:rsidRPr="72837A77">
        <w:rPr>
          <w:sz w:val="22"/>
          <w:szCs w:val="22"/>
          <w:lang w:val="en-GB"/>
        </w:rPr>
        <w:t>environmental</w:t>
      </w:r>
      <w:r w:rsidR="719D6F4D" w:rsidRPr="72837A77">
        <w:rPr>
          <w:sz w:val="22"/>
          <w:szCs w:val="22"/>
          <w:lang w:val="en-GB"/>
        </w:rPr>
        <w:t xml:space="preserve"> messages about current and </w:t>
      </w:r>
      <w:r w:rsidR="798BB00B" w:rsidRPr="72837A77">
        <w:rPr>
          <w:sz w:val="22"/>
          <w:szCs w:val="22"/>
          <w:lang w:val="en-GB"/>
        </w:rPr>
        <w:t>water levels</w:t>
      </w:r>
      <w:r w:rsidR="719D6F4D" w:rsidRPr="72837A77">
        <w:rPr>
          <w:sz w:val="22"/>
          <w:szCs w:val="22"/>
          <w:lang w:val="en-GB"/>
        </w:rPr>
        <w:t xml:space="preserve"> for e</w:t>
      </w:r>
      <w:r w:rsidR="529ED83C" w:rsidRPr="72837A77">
        <w:rPr>
          <w:sz w:val="22"/>
          <w:szCs w:val="22"/>
          <w:lang w:val="en-GB"/>
        </w:rPr>
        <w:t>xample.</w:t>
      </w:r>
    </w:p>
    <w:p w14:paraId="228C792B" w14:textId="77777777" w:rsidR="008269F0" w:rsidRDefault="008269F0" w:rsidP="008269F0">
      <w:pPr>
        <w:pStyle w:val="Default"/>
        <w:jc w:val="both"/>
        <w:rPr>
          <w:sz w:val="22"/>
          <w:szCs w:val="22"/>
          <w:lang w:val="en-GB"/>
        </w:rPr>
      </w:pPr>
    </w:p>
    <w:p w14:paraId="2735C046" w14:textId="464A9207" w:rsidR="002A78C0" w:rsidRDefault="529ED83C" w:rsidP="008269F0">
      <w:pPr>
        <w:pStyle w:val="Default"/>
        <w:jc w:val="both"/>
        <w:rPr>
          <w:sz w:val="22"/>
          <w:szCs w:val="22"/>
          <w:lang w:val="en-GB"/>
        </w:rPr>
      </w:pPr>
      <w:r w:rsidRPr="72837A77">
        <w:rPr>
          <w:sz w:val="22"/>
          <w:szCs w:val="22"/>
          <w:lang w:val="en-GB"/>
        </w:rPr>
        <w:t>T</w:t>
      </w:r>
      <w:r w:rsidR="00D31AFE" w:rsidRPr="72837A77">
        <w:rPr>
          <w:sz w:val="22"/>
          <w:szCs w:val="22"/>
          <w:lang w:val="en-GB"/>
        </w:rPr>
        <w:t>he ARM committee is interested in the view of the DTEC committee with regards to identified tasks mentioned in the Liaison note and especially the suggested removal of S-230</w:t>
      </w:r>
      <w:r w:rsidR="09F36BC6" w:rsidRPr="72837A77">
        <w:rPr>
          <w:sz w:val="22"/>
          <w:szCs w:val="22"/>
          <w:lang w:val="en-GB"/>
        </w:rPr>
        <w:t>.</w:t>
      </w:r>
    </w:p>
    <w:p w14:paraId="1E6726A4" w14:textId="77777777" w:rsidR="009F5C36" w:rsidRPr="00AA2626" w:rsidRDefault="008E7A45" w:rsidP="002B0236">
      <w:pPr>
        <w:pStyle w:val="Heading1"/>
      </w:pPr>
      <w:r w:rsidRPr="00AA2626">
        <w:t>ACTION REQUESTED</w:t>
      </w:r>
    </w:p>
    <w:p w14:paraId="0BB3B59F" w14:textId="4547E9F0" w:rsidR="000D70AE" w:rsidRPr="002818EF" w:rsidRDefault="00902AA4" w:rsidP="002818EF">
      <w:pPr>
        <w:pStyle w:val="List1"/>
        <w:numPr>
          <w:ilvl w:val="0"/>
          <w:numId w:val="0"/>
        </w:numPr>
        <w:rPr>
          <w:lang w:val="en-GB"/>
        </w:rPr>
      </w:pPr>
      <w:r w:rsidRPr="003D74A9">
        <w:rPr>
          <w:lang w:val="en-GB"/>
        </w:rPr>
        <w:t xml:space="preserve">The </w:t>
      </w:r>
      <w:r w:rsidR="00D31AFE">
        <w:rPr>
          <w:lang w:val="en-GB"/>
        </w:rPr>
        <w:t>DTEC</w:t>
      </w:r>
      <w:r w:rsidR="00805C9B" w:rsidRPr="003D74A9">
        <w:rPr>
          <w:lang w:val="en-GB"/>
        </w:rPr>
        <w:t xml:space="preserve"> </w:t>
      </w:r>
      <w:r w:rsidR="003D74A9" w:rsidRPr="003D74A9">
        <w:rPr>
          <w:lang w:val="en-GB"/>
        </w:rPr>
        <w:t>C</w:t>
      </w:r>
      <w:r w:rsidR="00F90C27" w:rsidRPr="003D74A9">
        <w:rPr>
          <w:lang w:val="en-GB"/>
        </w:rPr>
        <w:t>ommittee</w:t>
      </w:r>
      <w:r w:rsidRPr="003D74A9">
        <w:rPr>
          <w:lang w:val="en-GB"/>
        </w:rPr>
        <w:t xml:space="preserve"> is requested to</w:t>
      </w:r>
      <w:r w:rsidR="00630F7F" w:rsidRPr="003D74A9">
        <w:rPr>
          <w:lang w:val="en-GB"/>
        </w:rPr>
        <w:t>:</w:t>
      </w:r>
      <w:r w:rsidR="002818EF" w:rsidRPr="003D74A9" w:rsidDel="002818EF">
        <w:rPr>
          <w:lang w:val="en-GB"/>
        </w:rPr>
        <w:t xml:space="preserve"> </w:t>
      </w:r>
    </w:p>
    <w:p w14:paraId="084B4BB0" w14:textId="4A8DE587" w:rsidR="000D70AE" w:rsidRDefault="002A78C0" w:rsidP="72837A77">
      <w:pPr>
        <w:pStyle w:val="List1"/>
        <w:rPr>
          <w:lang w:val="en-GB"/>
        </w:rPr>
      </w:pPr>
      <w:r w:rsidRPr="72837A77">
        <w:rPr>
          <w:lang w:val="en-GB"/>
        </w:rPr>
        <w:t>Note this Liaison Note</w:t>
      </w:r>
      <w:r w:rsidR="00E65B12" w:rsidRPr="72837A77">
        <w:rPr>
          <w:lang w:val="en-GB"/>
        </w:rPr>
        <w:t xml:space="preserve"> a</w:t>
      </w:r>
      <w:r w:rsidR="27B01CD2" w:rsidRPr="72837A77">
        <w:rPr>
          <w:lang w:val="en-GB"/>
        </w:rPr>
        <w:t>nd</w:t>
      </w:r>
      <w:r w:rsidR="00D31AFE" w:rsidRPr="72837A77">
        <w:rPr>
          <w:lang w:val="en-GB"/>
        </w:rPr>
        <w:t xml:space="preserve"> rep</w:t>
      </w:r>
      <w:r w:rsidR="00F64AEC" w:rsidRPr="72837A77">
        <w:rPr>
          <w:lang w:val="en-GB"/>
        </w:rPr>
        <w:t>ort its view on the subject</w:t>
      </w:r>
      <w:r w:rsidR="00E65B12" w:rsidRPr="72837A77">
        <w:rPr>
          <w:lang w:val="en-GB"/>
        </w:rPr>
        <w:t>.</w:t>
      </w:r>
    </w:p>
    <w:p w14:paraId="6B82DB0E" w14:textId="2A2D7FAB" w:rsidR="005F4B4E" w:rsidRDefault="005F4B4E" w:rsidP="005F4B4E">
      <w:pPr>
        <w:pStyle w:val="List1"/>
        <w:numPr>
          <w:ilvl w:val="0"/>
          <w:numId w:val="0"/>
        </w:numPr>
        <w:rPr>
          <w:lang w:val="en-GB"/>
        </w:rPr>
      </w:pPr>
      <w:r>
        <w:rPr>
          <w:lang w:val="en-GB"/>
        </w:rPr>
        <w:t>PAP Panel is requested to:</w:t>
      </w:r>
    </w:p>
    <w:p w14:paraId="7B664DD0" w14:textId="023261BA" w:rsidR="005F4B4E" w:rsidRPr="00F64AEC" w:rsidRDefault="005F4B4E" w:rsidP="005F4B4E">
      <w:pPr>
        <w:pStyle w:val="List1"/>
      </w:pPr>
      <w:r>
        <w:t>Keep the S-230 product specification on the plan until this</w:t>
      </w:r>
      <w:r w:rsidR="0052433B">
        <w:t xml:space="preserve"> issue</w:t>
      </w:r>
      <w:r>
        <w:t xml:space="preserve"> is </w:t>
      </w:r>
      <w:r w:rsidR="0052433B">
        <w:t>agreed upon</w:t>
      </w:r>
      <w:r>
        <w:t>.</w:t>
      </w:r>
    </w:p>
    <w:p w14:paraId="7BFB4F15" w14:textId="2C5846C9" w:rsidR="00F64AEC" w:rsidRPr="00F64AEC" w:rsidRDefault="00F64AEC" w:rsidP="72837A77">
      <w:pPr>
        <w:tabs>
          <w:tab w:val="clear" w:pos="851"/>
        </w:tabs>
      </w:pPr>
    </w:p>
    <w:sectPr w:rsidR="00F64AEC" w:rsidRPr="00F64AEC" w:rsidSect="0076232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9C8D0B" w14:textId="77777777" w:rsidR="001C1DEE" w:rsidRDefault="001C1DEE" w:rsidP="002B0236">
      <w:r>
        <w:separator/>
      </w:r>
    </w:p>
  </w:endnote>
  <w:endnote w:type="continuationSeparator" w:id="0">
    <w:p w14:paraId="030087F3" w14:textId="77777777" w:rsidR="001C1DEE" w:rsidRDefault="001C1DEE" w:rsidP="002B02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28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B70A3A" w14:textId="77777777" w:rsidR="008E7A45" w:rsidRDefault="008E7A45" w:rsidP="002B023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326ECE" w14:textId="39137D2B" w:rsidR="00002906" w:rsidRDefault="00002906" w:rsidP="002B0236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4C7DB5">
      <w:rPr>
        <w:noProof/>
      </w:rPr>
      <w:t>1</w:t>
    </w:r>
    <w:r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E889AE" w14:textId="77777777" w:rsidR="008E7A45" w:rsidRDefault="008E7A45" w:rsidP="002B023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9A1B59" w14:textId="77777777" w:rsidR="001C1DEE" w:rsidRDefault="001C1DEE" w:rsidP="002B0236">
      <w:r>
        <w:separator/>
      </w:r>
    </w:p>
  </w:footnote>
  <w:footnote w:type="continuationSeparator" w:id="0">
    <w:p w14:paraId="1D452BDE" w14:textId="77777777" w:rsidR="001C1DEE" w:rsidRDefault="001C1DEE" w:rsidP="002B02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A6F224" w14:textId="0A49C853" w:rsidR="008E7A45" w:rsidRDefault="008E7A45" w:rsidP="002B023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DB3F63" w14:textId="4B96D0A6" w:rsidR="008E7A45" w:rsidRDefault="00EE037C" w:rsidP="002B0236">
    <w:pPr>
      <w:pStyle w:val="Header"/>
    </w:pPr>
    <w:r>
      <w:rPr>
        <w:noProof/>
      </w:rPr>
      <w:drawing>
        <wp:inline distT="0" distB="0" distL="0" distR="0" wp14:anchorId="3BA17C60" wp14:editId="6907E282">
          <wp:extent cx="850900" cy="825500"/>
          <wp:effectExtent l="0" t="0" r="0" b="0"/>
          <wp:docPr id="1" name="Bild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0900" cy="825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4FB53C" w14:textId="37210F03" w:rsidR="008E7A45" w:rsidRDefault="008E7A45" w:rsidP="002B023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 w15:restartNumberingAfterBreak="0">
    <w:nsid w:val="19C37E91"/>
    <w:multiLevelType w:val="multilevel"/>
    <w:tmpl w:val="1E504722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21CB12EE"/>
    <w:multiLevelType w:val="hybridMultilevel"/>
    <w:tmpl w:val="C5DACB9A"/>
    <w:lvl w:ilvl="0" w:tplc="3CE8EE48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402E90"/>
    <w:multiLevelType w:val="hybridMultilevel"/>
    <w:tmpl w:val="EB52455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E62DCB"/>
    <w:multiLevelType w:val="hybridMultilevel"/>
    <w:tmpl w:val="1654DFE2"/>
    <w:lvl w:ilvl="0" w:tplc="80B0401E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7" w15:restartNumberingAfterBreak="0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8" w15:restartNumberingAfterBreak="0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9D508F4"/>
    <w:multiLevelType w:val="multilevel"/>
    <w:tmpl w:val="A6F6A510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8014CA6"/>
    <w:multiLevelType w:val="hybridMultilevel"/>
    <w:tmpl w:val="66BA460E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BC63137"/>
    <w:multiLevelType w:val="hybridMultilevel"/>
    <w:tmpl w:val="85101A52"/>
    <w:lvl w:ilvl="0" w:tplc="0CD245A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E3C1C4C"/>
    <w:multiLevelType w:val="hybridMultilevel"/>
    <w:tmpl w:val="B3B481EC"/>
    <w:lvl w:ilvl="0" w:tplc="5ACE0D54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7B222B5"/>
    <w:multiLevelType w:val="hybridMultilevel"/>
    <w:tmpl w:val="D41495F6"/>
    <w:lvl w:ilvl="0" w:tplc="8A4E64F8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8" w15:restartNumberingAfterBreak="0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EFF7A03"/>
    <w:multiLevelType w:val="hybridMultilevel"/>
    <w:tmpl w:val="4C28237E"/>
    <w:lvl w:ilvl="0" w:tplc="04070011">
      <w:start w:val="1"/>
      <w:numFmt w:val="decimal"/>
      <w:lvlText w:val="%1)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1" w15:restartNumberingAfterBreak="0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71204787">
    <w:abstractNumId w:val="15"/>
  </w:num>
  <w:num w:numId="2" w16cid:durableId="303240068">
    <w:abstractNumId w:val="21"/>
  </w:num>
  <w:num w:numId="3" w16cid:durableId="1081877268">
    <w:abstractNumId w:val="15"/>
  </w:num>
  <w:num w:numId="4" w16cid:durableId="1678463284">
    <w:abstractNumId w:val="15"/>
  </w:num>
  <w:num w:numId="5" w16cid:durableId="984317363">
    <w:abstractNumId w:val="8"/>
  </w:num>
  <w:num w:numId="6" w16cid:durableId="905535725">
    <w:abstractNumId w:val="16"/>
  </w:num>
  <w:num w:numId="7" w16cid:durableId="1509559798">
    <w:abstractNumId w:val="11"/>
  </w:num>
  <w:num w:numId="8" w16cid:durableId="2027437327">
    <w:abstractNumId w:val="0"/>
  </w:num>
  <w:num w:numId="9" w16cid:durableId="1817061546">
    <w:abstractNumId w:val="7"/>
  </w:num>
  <w:num w:numId="10" w16cid:durableId="172034715">
    <w:abstractNumId w:val="17"/>
  </w:num>
  <w:num w:numId="11" w16cid:durableId="1263951826">
    <w:abstractNumId w:val="1"/>
  </w:num>
  <w:num w:numId="12" w16cid:durableId="649872519">
    <w:abstractNumId w:val="1"/>
  </w:num>
  <w:num w:numId="13" w16cid:durableId="890338902">
    <w:abstractNumId w:val="1"/>
  </w:num>
  <w:num w:numId="14" w16cid:durableId="1797865825">
    <w:abstractNumId w:val="1"/>
  </w:num>
  <w:num w:numId="15" w16cid:durableId="1018124521">
    <w:abstractNumId w:val="1"/>
  </w:num>
  <w:num w:numId="16" w16cid:durableId="1275554394">
    <w:abstractNumId w:val="9"/>
  </w:num>
  <w:num w:numId="17" w16cid:durableId="330304855">
    <w:abstractNumId w:val="20"/>
  </w:num>
  <w:num w:numId="18" w16cid:durableId="1722172335">
    <w:abstractNumId w:val="6"/>
  </w:num>
  <w:num w:numId="19" w16cid:durableId="1180506172">
    <w:abstractNumId w:val="18"/>
  </w:num>
  <w:num w:numId="20" w16cid:durableId="779564502">
    <w:abstractNumId w:val="13"/>
  </w:num>
  <w:num w:numId="21" w16cid:durableId="1889222228">
    <w:abstractNumId w:val="9"/>
  </w:num>
  <w:num w:numId="22" w16cid:durableId="1273054052">
    <w:abstractNumId w:val="9"/>
  </w:num>
  <w:num w:numId="23" w16cid:durableId="139469397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227646811">
    <w:abstractNumId w:val="4"/>
  </w:num>
  <w:num w:numId="25" w16cid:durableId="458112388">
    <w:abstractNumId w:val="1"/>
  </w:num>
  <w:num w:numId="26" w16cid:durableId="1714185038">
    <w:abstractNumId w:val="10"/>
  </w:num>
  <w:num w:numId="27" w16cid:durableId="233710580">
    <w:abstractNumId w:val="1"/>
  </w:num>
  <w:num w:numId="28" w16cid:durableId="202076499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227308267">
    <w:abstractNumId w:val="3"/>
  </w:num>
  <w:num w:numId="30" w16cid:durableId="441725142">
    <w:abstractNumId w:val="12"/>
  </w:num>
  <w:num w:numId="31" w16cid:durableId="1188252330">
    <w:abstractNumId w:val="14"/>
  </w:num>
  <w:num w:numId="32" w16cid:durableId="2072579113">
    <w:abstractNumId w:val="5"/>
  </w:num>
  <w:num w:numId="33" w16cid:durableId="109243213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2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7A45"/>
    <w:rsid w:val="00002906"/>
    <w:rsid w:val="00031A92"/>
    <w:rsid w:val="000348ED"/>
    <w:rsid w:val="00036801"/>
    <w:rsid w:val="00050DA7"/>
    <w:rsid w:val="00086217"/>
    <w:rsid w:val="000A5A01"/>
    <w:rsid w:val="000B506B"/>
    <w:rsid w:val="000D70AE"/>
    <w:rsid w:val="00135447"/>
    <w:rsid w:val="00152273"/>
    <w:rsid w:val="001A654A"/>
    <w:rsid w:val="001C1DEE"/>
    <w:rsid w:val="001C74CF"/>
    <w:rsid w:val="001F1EB4"/>
    <w:rsid w:val="002818EF"/>
    <w:rsid w:val="002A78C0"/>
    <w:rsid w:val="002B0236"/>
    <w:rsid w:val="002B22D4"/>
    <w:rsid w:val="002F221C"/>
    <w:rsid w:val="00331677"/>
    <w:rsid w:val="00361C5B"/>
    <w:rsid w:val="00365FF2"/>
    <w:rsid w:val="003D55DD"/>
    <w:rsid w:val="003D74A9"/>
    <w:rsid w:val="003E1831"/>
    <w:rsid w:val="003E33AE"/>
    <w:rsid w:val="003E5DE7"/>
    <w:rsid w:val="00424954"/>
    <w:rsid w:val="0048551A"/>
    <w:rsid w:val="004C1386"/>
    <w:rsid w:val="004C220D"/>
    <w:rsid w:val="004C7DB5"/>
    <w:rsid w:val="004D2EF7"/>
    <w:rsid w:val="0052433B"/>
    <w:rsid w:val="00565696"/>
    <w:rsid w:val="00566730"/>
    <w:rsid w:val="005D05AC"/>
    <w:rsid w:val="005F4B4E"/>
    <w:rsid w:val="00630F7F"/>
    <w:rsid w:val="0064435F"/>
    <w:rsid w:val="00655C76"/>
    <w:rsid w:val="006813DD"/>
    <w:rsid w:val="006832B5"/>
    <w:rsid w:val="006D470F"/>
    <w:rsid w:val="006E0D72"/>
    <w:rsid w:val="007112A7"/>
    <w:rsid w:val="00727E88"/>
    <w:rsid w:val="00762320"/>
    <w:rsid w:val="00775878"/>
    <w:rsid w:val="007B23AB"/>
    <w:rsid w:val="0080092C"/>
    <w:rsid w:val="00805C9B"/>
    <w:rsid w:val="00812492"/>
    <w:rsid w:val="008269F0"/>
    <w:rsid w:val="00872453"/>
    <w:rsid w:val="008E7A45"/>
    <w:rsid w:val="008F13DD"/>
    <w:rsid w:val="008F4DC3"/>
    <w:rsid w:val="00902AA4"/>
    <w:rsid w:val="00906239"/>
    <w:rsid w:val="009859C4"/>
    <w:rsid w:val="009D5BC9"/>
    <w:rsid w:val="009F3B6C"/>
    <w:rsid w:val="009F5C36"/>
    <w:rsid w:val="00A27F12"/>
    <w:rsid w:val="00A30579"/>
    <w:rsid w:val="00A35AA5"/>
    <w:rsid w:val="00AA2626"/>
    <w:rsid w:val="00AA76C0"/>
    <w:rsid w:val="00AF5606"/>
    <w:rsid w:val="00B068B0"/>
    <w:rsid w:val="00B077EC"/>
    <w:rsid w:val="00B15B24"/>
    <w:rsid w:val="00B428DA"/>
    <w:rsid w:val="00B8247E"/>
    <w:rsid w:val="00B90AB3"/>
    <w:rsid w:val="00BE56DF"/>
    <w:rsid w:val="00C24229"/>
    <w:rsid w:val="00C265EE"/>
    <w:rsid w:val="00C903FF"/>
    <w:rsid w:val="00CA04AF"/>
    <w:rsid w:val="00D31AFE"/>
    <w:rsid w:val="00D43911"/>
    <w:rsid w:val="00D74215"/>
    <w:rsid w:val="00E65B12"/>
    <w:rsid w:val="00E729A7"/>
    <w:rsid w:val="00E93C9B"/>
    <w:rsid w:val="00EA7570"/>
    <w:rsid w:val="00EE037C"/>
    <w:rsid w:val="00EE3F2F"/>
    <w:rsid w:val="00F03FDD"/>
    <w:rsid w:val="00F64AEC"/>
    <w:rsid w:val="00F73F78"/>
    <w:rsid w:val="00F90C27"/>
    <w:rsid w:val="00FA5842"/>
    <w:rsid w:val="00FA6769"/>
    <w:rsid w:val="00FC5309"/>
    <w:rsid w:val="00FD03CA"/>
    <w:rsid w:val="09F36BC6"/>
    <w:rsid w:val="0F5F4DBC"/>
    <w:rsid w:val="1959083D"/>
    <w:rsid w:val="27B01CD2"/>
    <w:rsid w:val="2A1420C7"/>
    <w:rsid w:val="2BBEBF55"/>
    <w:rsid w:val="2D435056"/>
    <w:rsid w:val="2E505677"/>
    <w:rsid w:val="355DE94B"/>
    <w:rsid w:val="3ACC63AF"/>
    <w:rsid w:val="3CB977A5"/>
    <w:rsid w:val="436A3EB2"/>
    <w:rsid w:val="529ED83C"/>
    <w:rsid w:val="635DBC93"/>
    <w:rsid w:val="63940D94"/>
    <w:rsid w:val="65C803D2"/>
    <w:rsid w:val="719D6F4D"/>
    <w:rsid w:val="72837A77"/>
    <w:rsid w:val="78749A27"/>
    <w:rsid w:val="798BB0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7267C17"/>
  <w15:chartTrackingRefBased/>
  <w15:docId w15:val="{3C89C489-E23C-4562-99E0-ED45C222F5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caption" w:semiHidden="1" w:unhideWhenUsed="1" w:qFormat="1"/>
    <w:lsdException w:name="table of figures" w:uiPriority="99"/>
    <w:lsdException w:name="Title" w:uiPriority="1" w:qFormat="1"/>
    <w:lsdException w:name="Body Text" w:qFormat="1"/>
    <w:lsdException w:name="Subtitle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B0236"/>
    <w:pPr>
      <w:tabs>
        <w:tab w:val="left" w:pos="851"/>
      </w:tabs>
    </w:pPr>
    <w:rPr>
      <w:rFonts w:ascii="Calibri" w:hAnsi="Calibri"/>
      <w:sz w:val="22"/>
      <w:lang w:val="en-GB" w:eastAsia="en-US"/>
    </w:rPr>
  </w:style>
  <w:style w:type="paragraph" w:styleId="Heading1">
    <w:name w:val="heading 1"/>
    <w:basedOn w:val="Normal"/>
    <w:next w:val="Normal"/>
    <w:qFormat/>
    <w:rsid w:val="00AA2626"/>
    <w:pPr>
      <w:keepNext/>
      <w:numPr>
        <w:numId w:val="15"/>
      </w:numPr>
      <w:tabs>
        <w:tab w:val="left" w:pos="567"/>
      </w:tabs>
      <w:spacing w:before="240" w:after="240"/>
      <w:outlineLvl w:val="0"/>
    </w:pPr>
    <w:rPr>
      <w:rFonts w:eastAsia="MS Mincho"/>
      <w:b/>
      <w:color w:val="2E74B5"/>
      <w:kern w:val="28"/>
      <w:sz w:val="24"/>
      <w:szCs w:val="24"/>
      <w:lang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"/>
    <w:qFormat/>
    <w:rsid w:val="00AA2626"/>
    <w:pPr>
      <w:spacing w:before="480" w:after="120"/>
      <w:jc w:val="center"/>
      <w:outlineLvl w:val="0"/>
    </w:pPr>
    <w:rPr>
      <w:rFonts w:cs="Arial"/>
      <w:b/>
      <w:bCs/>
      <w:color w:val="2E74B5"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AA262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AA2626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AA2626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AA2626"/>
    <w:rPr>
      <w:rFonts w:ascii="Calibri" w:eastAsia="Calibri" w:hAnsi="Calibri" w:cs="Calibri"/>
      <w:sz w:val="22"/>
      <w:szCs w:val="22"/>
      <w:lang w:val="en-GB" w:eastAsia="en-GB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paragraph" w:customStyle="1" w:styleId="Default">
    <w:name w:val="Default"/>
    <w:rsid w:val="000D70AE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nb-NO"/>
    </w:rPr>
  </w:style>
  <w:style w:type="paragraph" w:styleId="ListParagraph">
    <w:name w:val="List Paragraph"/>
    <w:basedOn w:val="Normal"/>
    <w:uiPriority w:val="34"/>
    <w:qFormat/>
    <w:rsid w:val="000D70AE"/>
    <w:pPr>
      <w:tabs>
        <w:tab w:val="clear" w:pos="851"/>
      </w:tabs>
      <w:spacing w:line="216" w:lineRule="atLeast"/>
      <w:ind w:left="720"/>
      <w:contextualSpacing/>
    </w:pPr>
    <w:rPr>
      <w:rFonts w:eastAsia="Calibri"/>
      <w:sz w:val="18"/>
      <w:szCs w:val="22"/>
    </w:rPr>
  </w:style>
  <w:style w:type="paragraph" w:styleId="BalloonText">
    <w:name w:val="Balloon Text"/>
    <w:basedOn w:val="Normal"/>
    <w:link w:val="BalloonTextChar"/>
    <w:rsid w:val="002818E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2818EF"/>
    <w:rPr>
      <w:rFonts w:ascii="Segoe UI" w:hAnsi="Segoe UI" w:cs="Segoe UI"/>
      <w:sz w:val="18"/>
      <w:szCs w:val="18"/>
      <w:lang w:val="en-GB" w:eastAsia="en-US"/>
    </w:rPr>
  </w:style>
  <w:style w:type="paragraph" w:styleId="Revision">
    <w:name w:val="Revision"/>
    <w:hidden/>
    <w:uiPriority w:val="99"/>
    <w:semiHidden/>
    <w:rsid w:val="003E33AE"/>
    <w:rPr>
      <w:rFonts w:ascii="Calibri" w:hAnsi="Calibri"/>
      <w:sz w:val="22"/>
      <w:lang w:val="en-GB" w:eastAsia="en-US"/>
    </w:rPr>
  </w:style>
  <w:style w:type="character" w:customStyle="1" w:styleId="TitleChar">
    <w:name w:val="Title Char"/>
    <w:link w:val="Title"/>
    <w:uiPriority w:val="1"/>
    <w:rsid w:val="002A78C0"/>
    <w:rPr>
      <w:rFonts w:ascii="Calibri" w:hAnsi="Calibri" w:cs="Arial"/>
      <w:b/>
      <w:bCs/>
      <w:color w:val="2E74B5"/>
      <w:kern w:val="28"/>
      <w:sz w:val="32"/>
      <w:szCs w:val="32"/>
      <w:lang w:val="en-GB" w:eastAsia="en-US"/>
    </w:rPr>
  </w:style>
  <w:style w:type="paragraph" w:customStyle="1" w:styleId="References">
    <w:name w:val="References"/>
    <w:basedOn w:val="Normal"/>
    <w:qFormat/>
    <w:rsid w:val="002A78C0"/>
    <w:pPr>
      <w:numPr>
        <w:numId w:val="33"/>
      </w:numPr>
      <w:tabs>
        <w:tab w:val="clear" w:pos="851"/>
      </w:tabs>
      <w:spacing w:after="120"/>
    </w:pPr>
    <w:rPr>
      <w:rFonts w:ascii="Arial" w:eastAsia="Calibri" w:hAnsi="Arial" w:cs="Calibri"/>
      <w:lang w:eastAsia="en-GB"/>
    </w:rPr>
  </w:style>
  <w:style w:type="table" w:customStyle="1" w:styleId="Tabellrutenett1">
    <w:name w:val="Tabellrutenett1"/>
    <w:basedOn w:val="TableNormal"/>
    <w:next w:val="TableGrid"/>
    <w:rsid w:val="002A78C0"/>
    <w:pPr>
      <w:suppressAutoHyphens/>
    </w:pPr>
    <w:rPr>
      <w:rFonts w:eastAsia="Malgun Gothic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rsid w:val="002A78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6110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1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4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yle\IALA\Templates\Committee%20general%20templates\Liaison%20Internal%20Committee%20Liaison%20Note_Feb13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5f8115-f13f-4d01-aff4-515a67108c33">
      <Terms xmlns="http://schemas.microsoft.com/office/infopath/2007/PartnerControls"/>
    </lcf76f155ced4ddcb4097134ff3c332f>
    <TaxCatchAll xmlns="06022411-6e02-423b-85fd-39e0748b9219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8" ma:contentTypeDescription="Create a new document." ma:contentTypeScope="" ma:versionID="70abd0fcd150e38e67aa4d5654b740c9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ee384e04e63cf8bc87d427ed10b9fd5b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FA2D11E-322A-49B1-BDDF-4CBC2D3C495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A42F60A-8396-4955-A82C-79ED7DDBC253}">
  <ds:schemaRefs>
    <ds:schemaRef ds:uri="http://schemas.microsoft.com/office/2006/metadata/properties"/>
    <ds:schemaRef ds:uri="http://schemas.microsoft.com/office/infopath/2007/PartnerControls"/>
    <ds:schemaRef ds:uri="ac5f8115-f13f-4d01-aff4-515a67108c33"/>
    <ds:schemaRef ds:uri="06022411-6e02-423b-85fd-39e0748b9219"/>
  </ds:schemaRefs>
</ds:datastoreItem>
</file>

<file path=customXml/itemProps3.xml><?xml version="1.0" encoding="utf-8"?>
<ds:datastoreItem xmlns:ds="http://schemas.openxmlformats.org/officeDocument/2006/customXml" ds:itemID="{7BC4F2FD-FF0C-45A7-B8E2-98AFD309908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6182DA4-A0CA-4F92-9890-3A9DDC5227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Liaison Internal Committee Liaison Note_Feb13.dot</Template>
  <TotalTime>0</TotalTime>
  <Pages>1</Pages>
  <Words>194</Words>
  <Characters>961</Characters>
  <Application>Microsoft Office Word</Application>
  <DocSecurity>0</DocSecurity>
  <Lines>8</Lines>
  <Paragraphs>2</Paragraphs>
  <ScaleCrop>false</ScaleCrop>
  <Company>DFO-MPO</Company>
  <LinksUpToDate>false</LinksUpToDate>
  <CharactersWithSpaces>1153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subject/>
  <dc:creator>Seamus Doyle</dc:creator>
  <cp:keywords/>
  <cp:lastModifiedBy>Tom Southall</cp:lastModifiedBy>
  <cp:revision>8</cp:revision>
  <cp:lastPrinted>2006-10-19T11:49:00Z</cp:lastPrinted>
  <dcterms:created xsi:type="dcterms:W3CDTF">2024-10-09T12:24:00Z</dcterms:created>
  <dcterms:modified xsi:type="dcterms:W3CDTF">2025-01-10T14:13:00Z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0x01010090813BC41526B94F88E3A5DB633FF111</vt:lpwstr>
  </property>
  <property fmtid="{D5CDD505-2E9C-101B-9397-08002B2CF9AE}" pid="3" name="MediaServiceImageTags">
    <vt:lpwstr/>
  </property>
</Properties>
</file>